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E2" w:rsidRDefault="001370E2" w:rsidP="00CF0E95">
      <w:pPr>
        <w:rPr>
          <w:rFonts w:ascii="Arial" w:hAnsi="Arial" w:cs="Arial"/>
          <w:b/>
          <w:bCs/>
          <w:sz w:val="24"/>
          <w:szCs w:val="24"/>
        </w:rPr>
      </w:pPr>
      <w:r w:rsidRPr="00B72551">
        <w:rPr>
          <w:rFonts w:ascii="Arial" w:hAnsi="Arial" w:cs="Arial"/>
          <w:b/>
          <w:bCs/>
          <w:sz w:val="52"/>
          <w:szCs w:val="52"/>
        </w:rPr>
        <w:t>S</w:t>
      </w:r>
      <w:r w:rsidRPr="00DF4D09">
        <w:rPr>
          <w:rFonts w:ascii="Arial" w:hAnsi="Arial" w:cs="Arial"/>
          <w:b/>
          <w:bCs/>
          <w:sz w:val="24"/>
          <w:szCs w:val="24"/>
        </w:rPr>
        <w:t>cience</w:t>
      </w:r>
      <w:r w:rsidRPr="00CF0E95">
        <w:rPr>
          <w:rFonts w:ascii="Arial" w:hAnsi="Arial" w:cs="Arial"/>
          <w:b/>
          <w:bCs/>
          <w:sz w:val="28"/>
          <w:szCs w:val="28"/>
        </w:rPr>
        <w:t xml:space="preserve"> </w:t>
      </w:r>
      <w:r w:rsidRPr="00CF0E95">
        <w:rPr>
          <w:rFonts w:ascii="Arial" w:hAnsi="Arial" w:cs="Arial"/>
          <w:b/>
          <w:bCs/>
          <w:sz w:val="24"/>
          <w:szCs w:val="24"/>
        </w:rPr>
        <w:t>and</w:t>
      </w:r>
      <w:r w:rsidRPr="00B72551">
        <w:rPr>
          <w:rFonts w:ascii="Arial" w:hAnsi="Arial" w:cs="Arial"/>
          <w:b/>
          <w:bCs/>
          <w:sz w:val="52"/>
          <w:szCs w:val="52"/>
        </w:rPr>
        <w:t>T</w:t>
      </w:r>
      <w:r w:rsidRPr="00CF0E95">
        <w:rPr>
          <w:rFonts w:ascii="Arial" w:hAnsi="Arial" w:cs="Arial"/>
          <w:b/>
          <w:bCs/>
          <w:sz w:val="24"/>
          <w:szCs w:val="24"/>
        </w:rPr>
        <w:t>echnologys</w:t>
      </w:r>
      <w:r>
        <w:rPr>
          <w:rFonts w:ascii="Arial" w:hAnsi="Arial" w:cs="Arial"/>
          <w:b/>
          <w:bCs/>
          <w:sz w:val="24"/>
          <w:szCs w:val="24"/>
        </w:rPr>
        <w:t>’</w:t>
      </w:r>
      <w:r w:rsidRPr="00CF0E95">
        <w:rPr>
          <w:rFonts w:ascii="Arial" w:hAnsi="Arial" w:cs="Arial"/>
          <w:b/>
          <w:bCs/>
          <w:sz w:val="24"/>
          <w:szCs w:val="24"/>
        </w:rPr>
        <w:t xml:space="preserve"> effect on</w:t>
      </w:r>
      <w:r w:rsidRPr="00B72551">
        <w:rPr>
          <w:rFonts w:ascii="Arial" w:hAnsi="Arial" w:cs="Arial"/>
          <w:b/>
          <w:bCs/>
          <w:sz w:val="52"/>
          <w:szCs w:val="52"/>
        </w:rPr>
        <w:t>S</w:t>
      </w:r>
      <w:r w:rsidRPr="00CF0E95">
        <w:rPr>
          <w:rFonts w:ascii="Arial" w:hAnsi="Arial" w:cs="Arial"/>
          <w:b/>
          <w:bCs/>
          <w:sz w:val="24"/>
          <w:szCs w:val="24"/>
        </w:rPr>
        <w:t>ociety</w:t>
      </w:r>
      <w:r>
        <w:rPr>
          <w:rFonts w:ascii="Arial" w:hAnsi="Arial" w:cs="Arial"/>
          <w:b/>
          <w:bCs/>
          <w:sz w:val="24"/>
          <w:szCs w:val="24"/>
        </w:rPr>
        <w:t xml:space="preserve"> and </w:t>
      </w:r>
      <w:r w:rsidRPr="00CF0E95">
        <w:rPr>
          <w:rFonts w:ascii="Arial" w:hAnsi="Arial" w:cs="Arial"/>
          <w:b/>
          <w:bCs/>
          <w:sz w:val="24"/>
          <w:szCs w:val="24"/>
        </w:rPr>
        <w:t>the</w:t>
      </w:r>
      <w:r w:rsidRPr="00B72551">
        <w:rPr>
          <w:rFonts w:ascii="Arial" w:hAnsi="Arial" w:cs="Arial"/>
          <w:b/>
          <w:bCs/>
          <w:sz w:val="52"/>
          <w:szCs w:val="52"/>
        </w:rPr>
        <w:t>E</w:t>
      </w:r>
      <w:r w:rsidRPr="00CF0E95">
        <w:rPr>
          <w:rFonts w:ascii="Arial" w:hAnsi="Arial" w:cs="Arial"/>
          <w:b/>
          <w:bCs/>
          <w:sz w:val="24"/>
          <w:szCs w:val="24"/>
        </w:rPr>
        <w:t>nvironment</w:t>
      </w:r>
    </w:p>
    <w:p w:rsidR="001370E2" w:rsidRPr="00B72551" w:rsidRDefault="001370E2" w:rsidP="00CF0E95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Energy and rates</w:t>
      </w:r>
      <w:r w:rsidRPr="00DF4D09">
        <w:rPr>
          <w:b/>
          <w:bCs/>
          <w:sz w:val="28"/>
          <w:szCs w:val="28"/>
        </w:rPr>
        <w:t xml:space="preserve"> – Pres</w:t>
      </w:r>
      <w:r>
        <w:rPr>
          <w:b/>
          <w:bCs/>
          <w:sz w:val="28"/>
          <w:szCs w:val="28"/>
        </w:rPr>
        <w:t>entation on Wednesday, March 5</w:t>
      </w:r>
      <w:r w:rsidRPr="00A62807">
        <w:rPr>
          <w:b/>
          <w:bCs/>
          <w:sz w:val="28"/>
          <w:szCs w:val="28"/>
          <w:vertAlign w:val="superscript"/>
        </w:rPr>
        <w:t>th</w:t>
      </w:r>
    </w:p>
    <w:tbl>
      <w:tblPr>
        <w:tblStyle w:val="TableGrid"/>
        <w:tblW w:w="0" w:type="auto"/>
        <w:tblLook w:val="01E0"/>
      </w:tblPr>
      <w:tblGrid>
        <w:gridCol w:w="5192"/>
        <w:gridCol w:w="5192"/>
      </w:tblGrid>
      <w:tr w:rsidR="001370E2" w:rsidTr="002A05BB">
        <w:trPr>
          <w:trHeight w:val="408"/>
        </w:trPr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Expectation D1.1 </w:t>
            </w:r>
          </w:p>
        </w:tc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Expectation D1.2</w:t>
            </w:r>
          </w:p>
        </w:tc>
      </w:tr>
      <w:tr w:rsidR="001370E2" w:rsidTr="002A05BB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</w:tr>
      <w:tr w:rsidR="001370E2" w:rsidTr="002A05BB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</w:tr>
      <w:tr w:rsidR="001370E2" w:rsidTr="002A05BB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</w:tr>
      <w:tr w:rsidR="001370E2" w:rsidTr="002A05BB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</w:tr>
    </w:tbl>
    <w:p w:rsidR="001370E2" w:rsidRPr="00B72551" w:rsidRDefault="001370E2" w:rsidP="00CF0E95">
      <w:pPr>
        <w:rPr>
          <w:b/>
          <w:bCs/>
          <w:sz w:val="32"/>
          <w:szCs w:val="32"/>
          <w:vertAlign w:val="superscript"/>
        </w:rPr>
      </w:pPr>
      <w:r>
        <w:rPr>
          <w:b/>
          <w:bCs/>
          <w:sz w:val="28"/>
          <w:szCs w:val="28"/>
        </w:rPr>
        <w:t>Equilibrium</w:t>
      </w:r>
      <w:r w:rsidRPr="00DF4D09">
        <w:rPr>
          <w:b/>
          <w:bCs/>
          <w:sz w:val="28"/>
          <w:szCs w:val="28"/>
        </w:rPr>
        <w:t>– Prese</w:t>
      </w:r>
      <w:r>
        <w:rPr>
          <w:b/>
          <w:bCs/>
          <w:sz w:val="28"/>
          <w:szCs w:val="28"/>
        </w:rPr>
        <w:t>ntation on Wednesday, April 2</w:t>
      </w:r>
      <w:r w:rsidRPr="00A62807">
        <w:rPr>
          <w:b/>
          <w:bCs/>
          <w:sz w:val="28"/>
          <w:szCs w:val="28"/>
          <w:vertAlign w:val="superscript"/>
        </w:rPr>
        <w:t>nd</w:t>
      </w:r>
    </w:p>
    <w:tbl>
      <w:tblPr>
        <w:tblStyle w:val="TableGrid"/>
        <w:tblW w:w="0" w:type="auto"/>
        <w:tblLook w:val="01E0"/>
      </w:tblPr>
      <w:tblGrid>
        <w:gridCol w:w="5192"/>
        <w:gridCol w:w="5192"/>
      </w:tblGrid>
      <w:tr w:rsidR="001370E2" w:rsidRPr="00B72551" w:rsidTr="00EA5833">
        <w:trPr>
          <w:trHeight w:val="408"/>
        </w:trPr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Expectation E1.1 </w:t>
            </w:r>
          </w:p>
        </w:tc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Expectation E1.2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</w:tr>
    </w:tbl>
    <w:p w:rsidR="001370E2" w:rsidRPr="00506F77" w:rsidRDefault="001370E2" w:rsidP="00CF0E95">
      <w:pPr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</w:rPr>
        <w:t>Organic Chemistry</w:t>
      </w:r>
      <w:r w:rsidRPr="00DF4D09">
        <w:rPr>
          <w:b/>
          <w:bCs/>
          <w:sz w:val="28"/>
          <w:szCs w:val="28"/>
        </w:rPr>
        <w:t>– Presen</w:t>
      </w:r>
      <w:r>
        <w:rPr>
          <w:b/>
          <w:bCs/>
          <w:sz w:val="28"/>
          <w:szCs w:val="28"/>
        </w:rPr>
        <w:t>tation on Wednesday, April 23</w:t>
      </w:r>
      <w:r>
        <w:rPr>
          <w:b/>
          <w:bCs/>
          <w:sz w:val="28"/>
          <w:szCs w:val="28"/>
          <w:vertAlign w:val="superscript"/>
        </w:rPr>
        <w:t>rd</w:t>
      </w:r>
    </w:p>
    <w:tbl>
      <w:tblPr>
        <w:tblStyle w:val="TableGrid"/>
        <w:tblW w:w="0" w:type="auto"/>
        <w:tblLook w:val="01E0"/>
      </w:tblPr>
      <w:tblGrid>
        <w:gridCol w:w="5192"/>
        <w:gridCol w:w="5192"/>
      </w:tblGrid>
      <w:tr w:rsidR="001370E2" w:rsidTr="00EA5833">
        <w:trPr>
          <w:trHeight w:val="408"/>
        </w:trPr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Expectation B1.1 </w:t>
            </w:r>
          </w:p>
        </w:tc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Expectation</w:t>
            </w:r>
            <w:r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 </w:t>
            </w: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B1.2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</w:tr>
    </w:tbl>
    <w:p w:rsidR="001370E2" w:rsidRDefault="001370E2" w:rsidP="00CF0E95">
      <w:pPr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</w:rPr>
        <w:t>Structure and Properties</w:t>
      </w:r>
      <w:r w:rsidRPr="00DF4D09">
        <w:rPr>
          <w:b/>
          <w:bCs/>
          <w:sz w:val="28"/>
          <w:szCs w:val="28"/>
        </w:rPr>
        <w:t>– Pres</w:t>
      </w:r>
      <w:r>
        <w:rPr>
          <w:b/>
          <w:bCs/>
          <w:sz w:val="28"/>
          <w:szCs w:val="28"/>
        </w:rPr>
        <w:t>entation on Wednesday, May 14</w:t>
      </w:r>
      <w:r w:rsidRPr="00A62807">
        <w:rPr>
          <w:b/>
          <w:bCs/>
          <w:sz w:val="28"/>
          <w:szCs w:val="28"/>
          <w:vertAlign w:val="superscript"/>
        </w:rPr>
        <w:t>th</w:t>
      </w:r>
    </w:p>
    <w:tbl>
      <w:tblPr>
        <w:tblStyle w:val="TableGrid"/>
        <w:tblW w:w="0" w:type="auto"/>
        <w:tblLook w:val="01E0"/>
      </w:tblPr>
      <w:tblGrid>
        <w:gridCol w:w="5192"/>
        <w:gridCol w:w="5192"/>
      </w:tblGrid>
      <w:tr w:rsidR="001370E2" w:rsidTr="00EA5833">
        <w:trPr>
          <w:trHeight w:val="408"/>
        </w:trPr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Expectation C1.1 </w:t>
            </w:r>
          </w:p>
        </w:tc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Expectation C1.2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</w:tr>
    </w:tbl>
    <w:p w:rsidR="001370E2" w:rsidRDefault="001370E2" w:rsidP="00CF0E95">
      <w:pPr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</w:rPr>
        <w:t>Electrochemistry</w:t>
      </w:r>
      <w:r w:rsidRPr="00DF4D09">
        <w:rPr>
          <w:b/>
          <w:bCs/>
          <w:sz w:val="28"/>
          <w:szCs w:val="28"/>
        </w:rPr>
        <w:t xml:space="preserve"> – Pre</w:t>
      </w:r>
      <w:r>
        <w:rPr>
          <w:b/>
          <w:bCs/>
          <w:sz w:val="28"/>
          <w:szCs w:val="28"/>
        </w:rPr>
        <w:t>sentation on Wednesday, June 11</w:t>
      </w:r>
      <w:r w:rsidRPr="00A62807">
        <w:rPr>
          <w:b/>
          <w:bCs/>
          <w:sz w:val="28"/>
          <w:szCs w:val="28"/>
          <w:vertAlign w:val="superscript"/>
        </w:rPr>
        <w:t>th</w:t>
      </w:r>
    </w:p>
    <w:tbl>
      <w:tblPr>
        <w:tblStyle w:val="TableGrid"/>
        <w:tblW w:w="0" w:type="auto"/>
        <w:tblLook w:val="01E0"/>
      </w:tblPr>
      <w:tblGrid>
        <w:gridCol w:w="5192"/>
        <w:gridCol w:w="5192"/>
      </w:tblGrid>
      <w:tr w:rsidR="001370E2" w:rsidTr="00EA5833">
        <w:trPr>
          <w:trHeight w:val="408"/>
        </w:trPr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 xml:space="preserve">Expectation F1.1 </w:t>
            </w:r>
          </w:p>
        </w:tc>
        <w:tc>
          <w:tcPr>
            <w:tcW w:w="5192" w:type="dxa"/>
          </w:tcPr>
          <w:p w:rsidR="001370E2" w:rsidRPr="00B72551" w:rsidRDefault="001370E2" w:rsidP="00B72551">
            <w:pPr>
              <w:spacing w:line="240" w:lineRule="auto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  <w:r w:rsidRPr="00B72551">
              <w:rPr>
                <w:rFonts w:eastAsia="Calibri"/>
                <w:b/>
                <w:bCs/>
                <w:sz w:val="32"/>
                <w:szCs w:val="32"/>
                <w:vertAlign w:val="superscript"/>
              </w:rPr>
              <w:t>Expectation F1.2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1.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2.</w:t>
            </w:r>
          </w:p>
        </w:tc>
      </w:tr>
      <w:tr w:rsidR="001370E2" w:rsidTr="00EA5833">
        <w:trPr>
          <w:trHeight w:val="40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3.</w:t>
            </w:r>
          </w:p>
        </w:tc>
      </w:tr>
      <w:tr w:rsidR="001370E2" w:rsidTr="00EA5833">
        <w:trPr>
          <w:trHeight w:val="418"/>
        </w:trPr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  <w:tc>
          <w:tcPr>
            <w:tcW w:w="5192" w:type="dxa"/>
          </w:tcPr>
          <w:p w:rsidR="001370E2" w:rsidRDefault="001370E2" w:rsidP="00B72551">
            <w:pPr>
              <w:spacing w:line="240" w:lineRule="auto"/>
              <w:rPr>
                <w:rFonts w:eastAsia="Calibri"/>
                <w:b/>
                <w:bCs/>
                <w:sz w:val="28"/>
                <w:szCs w:val="28"/>
                <w:vertAlign w:val="superscript"/>
              </w:rPr>
            </w:pPr>
            <w:r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t>4.</w:t>
            </w:r>
          </w:p>
        </w:tc>
      </w:tr>
    </w:tbl>
    <w:p w:rsidR="001370E2" w:rsidRDefault="001370E2" w:rsidP="00B72551">
      <w:pPr>
        <w:rPr>
          <w:b/>
          <w:bCs/>
          <w:sz w:val="24"/>
          <w:szCs w:val="24"/>
        </w:rPr>
      </w:pPr>
    </w:p>
    <w:sectPr w:rsidR="001370E2" w:rsidSect="00CF0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0E2" w:rsidRDefault="001370E2" w:rsidP="00DF4D09">
      <w:pPr>
        <w:spacing w:after="0" w:line="240" w:lineRule="auto"/>
      </w:pPr>
      <w:r>
        <w:separator/>
      </w:r>
    </w:p>
  </w:endnote>
  <w:endnote w:type="continuationSeparator" w:id="0">
    <w:p w:rsidR="001370E2" w:rsidRDefault="001370E2" w:rsidP="00DF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E2" w:rsidRDefault="001370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E2" w:rsidRDefault="001370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E2" w:rsidRDefault="001370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0E2" w:rsidRDefault="001370E2" w:rsidP="00DF4D09">
      <w:pPr>
        <w:spacing w:after="0" w:line="240" w:lineRule="auto"/>
      </w:pPr>
      <w:r>
        <w:separator/>
      </w:r>
    </w:p>
  </w:footnote>
  <w:footnote w:type="continuationSeparator" w:id="0">
    <w:p w:rsidR="001370E2" w:rsidRDefault="001370E2" w:rsidP="00DF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E2" w:rsidRDefault="001370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E2" w:rsidRDefault="001370E2" w:rsidP="0067444C">
    <w:pPr>
      <w:pStyle w:val="Header"/>
      <w:tabs>
        <w:tab w:val="clear" w:pos="4680"/>
        <w:tab w:val="clear" w:pos="9360"/>
        <w:tab w:val="center" w:pos="5400"/>
        <w:tab w:val="right" w:pos="10800"/>
      </w:tabs>
    </w:pPr>
    <w:smartTag w:uri="urn:schemas-microsoft-com:office:smarttags" w:element="stockticker">
      <w:r>
        <w:t>SCH</w:t>
      </w:r>
    </w:smartTag>
    <w:r>
      <w:t xml:space="preserve">4U </w:t>
    </w:r>
    <w:r>
      <w:rPr>
        <w:b/>
        <w:bCs/>
      </w:rPr>
      <w:tab/>
      <w:t>Period ____</w:t>
    </w:r>
    <w:r>
      <w:tab/>
      <w:t xml:space="preserve">Sign up for </w:t>
    </w:r>
    <w:r w:rsidRPr="00DF4D09">
      <w:rPr>
        <w:b/>
        <w:bCs/>
      </w:rPr>
      <w:t>one</w:t>
    </w:r>
    <w:r>
      <w:t xml:space="preserve"> of the Following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E2" w:rsidRDefault="001370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57B2E"/>
    <w:multiLevelType w:val="hybridMultilevel"/>
    <w:tmpl w:val="BEAC502C"/>
    <w:lvl w:ilvl="0" w:tplc="304C5F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0E95"/>
    <w:rsid w:val="00003ECE"/>
    <w:rsid w:val="0000677A"/>
    <w:rsid w:val="00010A94"/>
    <w:rsid w:val="0001202E"/>
    <w:rsid w:val="00017E67"/>
    <w:rsid w:val="00026951"/>
    <w:rsid w:val="00033696"/>
    <w:rsid w:val="000341DA"/>
    <w:rsid w:val="000360FE"/>
    <w:rsid w:val="00036390"/>
    <w:rsid w:val="00036D09"/>
    <w:rsid w:val="00040034"/>
    <w:rsid w:val="00046D1F"/>
    <w:rsid w:val="00046D9D"/>
    <w:rsid w:val="000477F2"/>
    <w:rsid w:val="00053BB2"/>
    <w:rsid w:val="00060C8B"/>
    <w:rsid w:val="00060EF7"/>
    <w:rsid w:val="000652E2"/>
    <w:rsid w:val="000717AA"/>
    <w:rsid w:val="00074659"/>
    <w:rsid w:val="00083CAB"/>
    <w:rsid w:val="00090DCE"/>
    <w:rsid w:val="00092EC1"/>
    <w:rsid w:val="0009347B"/>
    <w:rsid w:val="000979E4"/>
    <w:rsid w:val="000B118B"/>
    <w:rsid w:val="000B691C"/>
    <w:rsid w:val="000C0684"/>
    <w:rsid w:val="000C37E9"/>
    <w:rsid w:val="000D3A31"/>
    <w:rsid w:val="000D48FF"/>
    <w:rsid w:val="000D5B59"/>
    <w:rsid w:val="000D6E60"/>
    <w:rsid w:val="000E1226"/>
    <w:rsid w:val="000E5ED1"/>
    <w:rsid w:val="000E7DB3"/>
    <w:rsid w:val="000F69EF"/>
    <w:rsid w:val="001020E5"/>
    <w:rsid w:val="00102E51"/>
    <w:rsid w:val="00111B70"/>
    <w:rsid w:val="00114FD1"/>
    <w:rsid w:val="00120DE8"/>
    <w:rsid w:val="0012546A"/>
    <w:rsid w:val="0012586E"/>
    <w:rsid w:val="00134582"/>
    <w:rsid w:val="001360FC"/>
    <w:rsid w:val="00136667"/>
    <w:rsid w:val="001370E2"/>
    <w:rsid w:val="001456F4"/>
    <w:rsid w:val="001464B9"/>
    <w:rsid w:val="00146E5C"/>
    <w:rsid w:val="00147AD3"/>
    <w:rsid w:val="0015363D"/>
    <w:rsid w:val="001608E5"/>
    <w:rsid w:val="00164031"/>
    <w:rsid w:val="00166957"/>
    <w:rsid w:val="00187C08"/>
    <w:rsid w:val="00196B75"/>
    <w:rsid w:val="001A4173"/>
    <w:rsid w:val="001A5724"/>
    <w:rsid w:val="001B0977"/>
    <w:rsid w:val="001B1790"/>
    <w:rsid w:val="001B33C8"/>
    <w:rsid w:val="001B5259"/>
    <w:rsid w:val="001C20E0"/>
    <w:rsid w:val="001C30B3"/>
    <w:rsid w:val="001C5227"/>
    <w:rsid w:val="001C5B38"/>
    <w:rsid w:val="001C5EAB"/>
    <w:rsid w:val="001C64BF"/>
    <w:rsid w:val="001D2040"/>
    <w:rsid w:val="001E1EC4"/>
    <w:rsid w:val="001F27AD"/>
    <w:rsid w:val="001F311A"/>
    <w:rsid w:val="001F36F7"/>
    <w:rsid w:val="001F3765"/>
    <w:rsid w:val="00203460"/>
    <w:rsid w:val="00212CFB"/>
    <w:rsid w:val="002179AA"/>
    <w:rsid w:val="00222795"/>
    <w:rsid w:val="0022656F"/>
    <w:rsid w:val="002319C3"/>
    <w:rsid w:val="002331C2"/>
    <w:rsid w:val="002334BF"/>
    <w:rsid w:val="0024193C"/>
    <w:rsid w:val="00244B44"/>
    <w:rsid w:val="00247C6A"/>
    <w:rsid w:val="00250B70"/>
    <w:rsid w:val="00251B74"/>
    <w:rsid w:val="00255174"/>
    <w:rsid w:val="002612DC"/>
    <w:rsid w:val="00266319"/>
    <w:rsid w:val="00270DCE"/>
    <w:rsid w:val="0028146E"/>
    <w:rsid w:val="0028185F"/>
    <w:rsid w:val="002844B4"/>
    <w:rsid w:val="00286E9E"/>
    <w:rsid w:val="00287D67"/>
    <w:rsid w:val="00290ED0"/>
    <w:rsid w:val="00294BB2"/>
    <w:rsid w:val="002A05BB"/>
    <w:rsid w:val="002A43DC"/>
    <w:rsid w:val="002A4542"/>
    <w:rsid w:val="002A5749"/>
    <w:rsid w:val="002B5816"/>
    <w:rsid w:val="002C2C1A"/>
    <w:rsid w:val="002E0256"/>
    <w:rsid w:val="002E3FCC"/>
    <w:rsid w:val="002E4083"/>
    <w:rsid w:val="002E4613"/>
    <w:rsid w:val="002E580A"/>
    <w:rsid w:val="002E78A3"/>
    <w:rsid w:val="002F45D2"/>
    <w:rsid w:val="00306911"/>
    <w:rsid w:val="00306993"/>
    <w:rsid w:val="0031407D"/>
    <w:rsid w:val="00315FD1"/>
    <w:rsid w:val="003168A0"/>
    <w:rsid w:val="00316A2D"/>
    <w:rsid w:val="003205EC"/>
    <w:rsid w:val="00321BF7"/>
    <w:rsid w:val="0032301B"/>
    <w:rsid w:val="00335265"/>
    <w:rsid w:val="003441E0"/>
    <w:rsid w:val="003536C6"/>
    <w:rsid w:val="00354671"/>
    <w:rsid w:val="0035472F"/>
    <w:rsid w:val="0035652A"/>
    <w:rsid w:val="00356EBA"/>
    <w:rsid w:val="00365062"/>
    <w:rsid w:val="003661D2"/>
    <w:rsid w:val="00371C05"/>
    <w:rsid w:val="00371F33"/>
    <w:rsid w:val="00382C43"/>
    <w:rsid w:val="0038515D"/>
    <w:rsid w:val="00385E13"/>
    <w:rsid w:val="0038731C"/>
    <w:rsid w:val="00387A4C"/>
    <w:rsid w:val="00392AB6"/>
    <w:rsid w:val="00392ADF"/>
    <w:rsid w:val="00394B0E"/>
    <w:rsid w:val="003961E1"/>
    <w:rsid w:val="003A7E1E"/>
    <w:rsid w:val="003B2108"/>
    <w:rsid w:val="003B4762"/>
    <w:rsid w:val="003C2390"/>
    <w:rsid w:val="003C7453"/>
    <w:rsid w:val="003D48BF"/>
    <w:rsid w:val="003D6A71"/>
    <w:rsid w:val="003E1D4F"/>
    <w:rsid w:val="003E3460"/>
    <w:rsid w:val="003E3D48"/>
    <w:rsid w:val="003F3E15"/>
    <w:rsid w:val="00400640"/>
    <w:rsid w:val="00411372"/>
    <w:rsid w:val="00422634"/>
    <w:rsid w:val="00426EA3"/>
    <w:rsid w:val="004275C6"/>
    <w:rsid w:val="00433C06"/>
    <w:rsid w:val="00446A80"/>
    <w:rsid w:val="00455C72"/>
    <w:rsid w:val="004633A3"/>
    <w:rsid w:val="00464833"/>
    <w:rsid w:val="00474B3D"/>
    <w:rsid w:val="00476DFD"/>
    <w:rsid w:val="004844C8"/>
    <w:rsid w:val="00486B9B"/>
    <w:rsid w:val="00487EAF"/>
    <w:rsid w:val="00497740"/>
    <w:rsid w:val="004A06EA"/>
    <w:rsid w:val="004A0CD7"/>
    <w:rsid w:val="004A56D7"/>
    <w:rsid w:val="004A65E0"/>
    <w:rsid w:val="004B5B3E"/>
    <w:rsid w:val="004C3591"/>
    <w:rsid w:val="004C3EC4"/>
    <w:rsid w:val="004D0000"/>
    <w:rsid w:val="004D35B5"/>
    <w:rsid w:val="004D3819"/>
    <w:rsid w:val="004D3AE1"/>
    <w:rsid w:val="004D5AF5"/>
    <w:rsid w:val="004E1B27"/>
    <w:rsid w:val="004E47E7"/>
    <w:rsid w:val="004F4E69"/>
    <w:rsid w:val="004F5205"/>
    <w:rsid w:val="00505BCD"/>
    <w:rsid w:val="00506F77"/>
    <w:rsid w:val="00512836"/>
    <w:rsid w:val="00514751"/>
    <w:rsid w:val="005259BD"/>
    <w:rsid w:val="00533C37"/>
    <w:rsid w:val="00535B2D"/>
    <w:rsid w:val="00550F83"/>
    <w:rsid w:val="005579A1"/>
    <w:rsid w:val="00561981"/>
    <w:rsid w:val="005628F6"/>
    <w:rsid w:val="0056423E"/>
    <w:rsid w:val="005655CC"/>
    <w:rsid w:val="00565746"/>
    <w:rsid w:val="005659DE"/>
    <w:rsid w:val="005726A5"/>
    <w:rsid w:val="005738BE"/>
    <w:rsid w:val="00584400"/>
    <w:rsid w:val="005846CB"/>
    <w:rsid w:val="00584F33"/>
    <w:rsid w:val="0059135D"/>
    <w:rsid w:val="005951F6"/>
    <w:rsid w:val="005A06E0"/>
    <w:rsid w:val="005A0910"/>
    <w:rsid w:val="005A1D88"/>
    <w:rsid w:val="005B3522"/>
    <w:rsid w:val="005B64C7"/>
    <w:rsid w:val="005C2764"/>
    <w:rsid w:val="005C37D3"/>
    <w:rsid w:val="005D11F7"/>
    <w:rsid w:val="005D17D8"/>
    <w:rsid w:val="005D4E9C"/>
    <w:rsid w:val="005E06ED"/>
    <w:rsid w:val="005E09D9"/>
    <w:rsid w:val="005E4FC4"/>
    <w:rsid w:val="005E51FD"/>
    <w:rsid w:val="005F147B"/>
    <w:rsid w:val="005F396C"/>
    <w:rsid w:val="005F7E5C"/>
    <w:rsid w:val="0060300D"/>
    <w:rsid w:val="0061269E"/>
    <w:rsid w:val="006149A2"/>
    <w:rsid w:val="006225CB"/>
    <w:rsid w:val="00622979"/>
    <w:rsid w:val="00624126"/>
    <w:rsid w:val="00630E33"/>
    <w:rsid w:val="00631071"/>
    <w:rsid w:val="00640568"/>
    <w:rsid w:val="00654FC0"/>
    <w:rsid w:val="00663699"/>
    <w:rsid w:val="00665A57"/>
    <w:rsid w:val="00666735"/>
    <w:rsid w:val="0066709B"/>
    <w:rsid w:val="006679EC"/>
    <w:rsid w:val="006735D9"/>
    <w:rsid w:val="0067444C"/>
    <w:rsid w:val="00675678"/>
    <w:rsid w:val="00682220"/>
    <w:rsid w:val="00684A68"/>
    <w:rsid w:val="00696BE0"/>
    <w:rsid w:val="00697427"/>
    <w:rsid w:val="006A0E40"/>
    <w:rsid w:val="006A10EF"/>
    <w:rsid w:val="006A2554"/>
    <w:rsid w:val="006A5F68"/>
    <w:rsid w:val="006A6FF3"/>
    <w:rsid w:val="006B2D63"/>
    <w:rsid w:val="006C10CD"/>
    <w:rsid w:val="006C3813"/>
    <w:rsid w:val="006C79EE"/>
    <w:rsid w:val="006D0D99"/>
    <w:rsid w:val="006D4DB7"/>
    <w:rsid w:val="006D6260"/>
    <w:rsid w:val="006E508F"/>
    <w:rsid w:val="006E74FB"/>
    <w:rsid w:val="007005BF"/>
    <w:rsid w:val="00707A88"/>
    <w:rsid w:val="007150CB"/>
    <w:rsid w:val="007174F0"/>
    <w:rsid w:val="00720FCF"/>
    <w:rsid w:val="0072156C"/>
    <w:rsid w:val="00721CB3"/>
    <w:rsid w:val="007253FD"/>
    <w:rsid w:val="007356B4"/>
    <w:rsid w:val="007357FD"/>
    <w:rsid w:val="00735C19"/>
    <w:rsid w:val="00736D3F"/>
    <w:rsid w:val="007377B5"/>
    <w:rsid w:val="0074748E"/>
    <w:rsid w:val="00747629"/>
    <w:rsid w:val="0075163A"/>
    <w:rsid w:val="007549BF"/>
    <w:rsid w:val="00754A0C"/>
    <w:rsid w:val="00754EB5"/>
    <w:rsid w:val="00761889"/>
    <w:rsid w:val="0076369C"/>
    <w:rsid w:val="00772AA4"/>
    <w:rsid w:val="007817E8"/>
    <w:rsid w:val="00781EB8"/>
    <w:rsid w:val="00792F74"/>
    <w:rsid w:val="007A484A"/>
    <w:rsid w:val="007B0BCB"/>
    <w:rsid w:val="007B124D"/>
    <w:rsid w:val="007C3300"/>
    <w:rsid w:val="007D00BF"/>
    <w:rsid w:val="007D1937"/>
    <w:rsid w:val="007D35E8"/>
    <w:rsid w:val="007F124E"/>
    <w:rsid w:val="007F3476"/>
    <w:rsid w:val="007F6875"/>
    <w:rsid w:val="007F68DE"/>
    <w:rsid w:val="008026A0"/>
    <w:rsid w:val="00803FB9"/>
    <w:rsid w:val="00805936"/>
    <w:rsid w:val="00805A8C"/>
    <w:rsid w:val="00817452"/>
    <w:rsid w:val="0082134D"/>
    <w:rsid w:val="00827F4C"/>
    <w:rsid w:val="008571D1"/>
    <w:rsid w:val="008577B6"/>
    <w:rsid w:val="0086035B"/>
    <w:rsid w:val="00875AA6"/>
    <w:rsid w:val="00881C95"/>
    <w:rsid w:val="008830DD"/>
    <w:rsid w:val="0089287B"/>
    <w:rsid w:val="008948D2"/>
    <w:rsid w:val="008A4FAE"/>
    <w:rsid w:val="008A68DB"/>
    <w:rsid w:val="008B0AE5"/>
    <w:rsid w:val="008B4251"/>
    <w:rsid w:val="008B6D6F"/>
    <w:rsid w:val="008B75CA"/>
    <w:rsid w:val="008C736C"/>
    <w:rsid w:val="008D09F6"/>
    <w:rsid w:val="008D0B04"/>
    <w:rsid w:val="008D0F9A"/>
    <w:rsid w:val="008D6956"/>
    <w:rsid w:val="008D7FE8"/>
    <w:rsid w:val="008E4F12"/>
    <w:rsid w:val="00901E8A"/>
    <w:rsid w:val="00920A98"/>
    <w:rsid w:val="00921A54"/>
    <w:rsid w:val="00921C62"/>
    <w:rsid w:val="0092492D"/>
    <w:rsid w:val="00925953"/>
    <w:rsid w:val="0092674C"/>
    <w:rsid w:val="00936DEC"/>
    <w:rsid w:val="00940F12"/>
    <w:rsid w:val="009410C5"/>
    <w:rsid w:val="00941E7D"/>
    <w:rsid w:val="009501CB"/>
    <w:rsid w:val="00951657"/>
    <w:rsid w:val="00952BBD"/>
    <w:rsid w:val="00956F59"/>
    <w:rsid w:val="009616E4"/>
    <w:rsid w:val="00964BAF"/>
    <w:rsid w:val="00970781"/>
    <w:rsid w:val="00982F5D"/>
    <w:rsid w:val="009843A3"/>
    <w:rsid w:val="00991532"/>
    <w:rsid w:val="00992A07"/>
    <w:rsid w:val="009A1904"/>
    <w:rsid w:val="009A2F3E"/>
    <w:rsid w:val="009A3509"/>
    <w:rsid w:val="009B0E6E"/>
    <w:rsid w:val="009B2058"/>
    <w:rsid w:val="009B2489"/>
    <w:rsid w:val="009B60E6"/>
    <w:rsid w:val="009B765D"/>
    <w:rsid w:val="009C0044"/>
    <w:rsid w:val="009C625E"/>
    <w:rsid w:val="009D2B2C"/>
    <w:rsid w:val="009D4C0F"/>
    <w:rsid w:val="009F017D"/>
    <w:rsid w:val="009F0B50"/>
    <w:rsid w:val="009F16A9"/>
    <w:rsid w:val="009F479A"/>
    <w:rsid w:val="009F6CBF"/>
    <w:rsid w:val="009F7541"/>
    <w:rsid w:val="00A02BF5"/>
    <w:rsid w:val="00A03D36"/>
    <w:rsid w:val="00A05E3F"/>
    <w:rsid w:val="00A06393"/>
    <w:rsid w:val="00A128A7"/>
    <w:rsid w:val="00A13FE0"/>
    <w:rsid w:val="00A141F6"/>
    <w:rsid w:val="00A14AF7"/>
    <w:rsid w:val="00A16CB0"/>
    <w:rsid w:val="00A225EA"/>
    <w:rsid w:val="00A24117"/>
    <w:rsid w:val="00A258CB"/>
    <w:rsid w:val="00A26BB4"/>
    <w:rsid w:val="00A271AC"/>
    <w:rsid w:val="00A32C1D"/>
    <w:rsid w:val="00A3399A"/>
    <w:rsid w:val="00A40156"/>
    <w:rsid w:val="00A40949"/>
    <w:rsid w:val="00A4096B"/>
    <w:rsid w:val="00A5251F"/>
    <w:rsid w:val="00A535E1"/>
    <w:rsid w:val="00A57E10"/>
    <w:rsid w:val="00A62807"/>
    <w:rsid w:val="00A64E15"/>
    <w:rsid w:val="00A67363"/>
    <w:rsid w:val="00A73BCA"/>
    <w:rsid w:val="00A74919"/>
    <w:rsid w:val="00A919A1"/>
    <w:rsid w:val="00A942B7"/>
    <w:rsid w:val="00A973B9"/>
    <w:rsid w:val="00AA28DF"/>
    <w:rsid w:val="00AA6FFB"/>
    <w:rsid w:val="00AB19F8"/>
    <w:rsid w:val="00AB42A9"/>
    <w:rsid w:val="00AB786D"/>
    <w:rsid w:val="00AC3BD8"/>
    <w:rsid w:val="00AC406F"/>
    <w:rsid w:val="00AC448A"/>
    <w:rsid w:val="00AE22D9"/>
    <w:rsid w:val="00AF0B2F"/>
    <w:rsid w:val="00AF11F3"/>
    <w:rsid w:val="00AF455D"/>
    <w:rsid w:val="00AF6F25"/>
    <w:rsid w:val="00B04931"/>
    <w:rsid w:val="00B05389"/>
    <w:rsid w:val="00B05D2D"/>
    <w:rsid w:val="00B07DC5"/>
    <w:rsid w:val="00B13611"/>
    <w:rsid w:val="00B232AE"/>
    <w:rsid w:val="00B250D5"/>
    <w:rsid w:val="00B26701"/>
    <w:rsid w:val="00B31E69"/>
    <w:rsid w:val="00B326E6"/>
    <w:rsid w:val="00B422E0"/>
    <w:rsid w:val="00B429DA"/>
    <w:rsid w:val="00B429FF"/>
    <w:rsid w:val="00B42F78"/>
    <w:rsid w:val="00B467B7"/>
    <w:rsid w:val="00B5006A"/>
    <w:rsid w:val="00B501A5"/>
    <w:rsid w:val="00B52590"/>
    <w:rsid w:val="00B52743"/>
    <w:rsid w:val="00B53A90"/>
    <w:rsid w:val="00B546D7"/>
    <w:rsid w:val="00B54880"/>
    <w:rsid w:val="00B549E6"/>
    <w:rsid w:val="00B625CC"/>
    <w:rsid w:val="00B644D0"/>
    <w:rsid w:val="00B659FC"/>
    <w:rsid w:val="00B72551"/>
    <w:rsid w:val="00B7397E"/>
    <w:rsid w:val="00B8134E"/>
    <w:rsid w:val="00B82509"/>
    <w:rsid w:val="00B901B1"/>
    <w:rsid w:val="00B917B1"/>
    <w:rsid w:val="00B95229"/>
    <w:rsid w:val="00B95FD6"/>
    <w:rsid w:val="00B9648B"/>
    <w:rsid w:val="00BA0FA7"/>
    <w:rsid w:val="00BA30AD"/>
    <w:rsid w:val="00BA50E7"/>
    <w:rsid w:val="00BA5821"/>
    <w:rsid w:val="00BA7267"/>
    <w:rsid w:val="00BB1B5E"/>
    <w:rsid w:val="00BB231F"/>
    <w:rsid w:val="00BB44AD"/>
    <w:rsid w:val="00BB6CA6"/>
    <w:rsid w:val="00BD2F79"/>
    <w:rsid w:val="00BE2CFC"/>
    <w:rsid w:val="00BF0DB1"/>
    <w:rsid w:val="00BF1A88"/>
    <w:rsid w:val="00BF4DEF"/>
    <w:rsid w:val="00BF5A46"/>
    <w:rsid w:val="00BF7903"/>
    <w:rsid w:val="00C00CC0"/>
    <w:rsid w:val="00C133ED"/>
    <w:rsid w:val="00C20334"/>
    <w:rsid w:val="00C214F7"/>
    <w:rsid w:val="00C22816"/>
    <w:rsid w:val="00C25A3E"/>
    <w:rsid w:val="00C26279"/>
    <w:rsid w:val="00C3042C"/>
    <w:rsid w:val="00C31106"/>
    <w:rsid w:val="00C40AC4"/>
    <w:rsid w:val="00C422C3"/>
    <w:rsid w:val="00C42E67"/>
    <w:rsid w:val="00C44119"/>
    <w:rsid w:val="00C4568C"/>
    <w:rsid w:val="00C50771"/>
    <w:rsid w:val="00C568A6"/>
    <w:rsid w:val="00C70F8C"/>
    <w:rsid w:val="00C76067"/>
    <w:rsid w:val="00C86432"/>
    <w:rsid w:val="00C91892"/>
    <w:rsid w:val="00C96C95"/>
    <w:rsid w:val="00CA1693"/>
    <w:rsid w:val="00CA5FB4"/>
    <w:rsid w:val="00CB3BA3"/>
    <w:rsid w:val="00CB76A9"/>
    <w:rsid w:val="00CC1075"/>
    <w:rsid w:val="00CD2993"/>
    <w:rsid w:val="00CE3A2D"/>
    <w:rsid w:val="00CF00FC"/>
    <w:rsid w:val="00CF04F0"/>
    <w:rsid w:val="00CF0E95"/>
    <w:rsid w:val="00CF4592"/>
    <w:rsid w:val="00D00A60"/>
    <w:rsid w:val="00D039EC"/>
    <w:rsid w:val="00D0437E"/>
    <w:rsid w:val="00D15B55"/>
    <w:rsid w:val="00D23566"/>
    <w:rsid w:val="00D31434"/>
    <w:rsid w:val="00D31BD1"/>
    <w:rsid w:val="00D3357F"/>
    <w:rsid w:val="00D3493B"/>
    <w:rsid w:val="00D43695"/>
    <w:rsid w:val="00D46D93"/>
    <w:rsid w:val="00D47833"/>
    <w:rsid w:val="00D50159"/>
    <w:rsid w:val="00D5343B"/>
    <w:rsid w:val="00D64FC5"/>
    <w:rsid w:val="00D65679"/>
    <w:rsid w:val="00D7274E"/>
    <w:rsid w:val="00D7573C"/>
    <w:rsid w:val="00D81A04"/>
    <w:rsid w:val="00D91977"/>
    <w:rsid w:val="00D91E38"/>
    <w:rsid w:val="00D92CDC"/>
    <w:rsid w:val="00D93223"/>
    <w:rsid w:val="00D94355"/>
    <w:rsid w:val="00D944F3"/>
    <w:rsid w:val="00D97405"/>
    <w:rsid w:val="00DB397E"/>
    <w:rsid w:val="00DB3EE7"/>
    <w:rsid w:val="00DB48DC"/>
    <w:rsid w:val="00DB4DF4"/>
    <w:rsid w:val="00DB664E"/>
    <w:rsid w:val="00DB6DD2"/>
    <w:rsid w:val="00DC08C5"/>
    <w:rsid w:val="00DC6BFB"/>
    <w:rsid w:val="00DC7DDA"/>
    <w:rsid w:val="00DD3330"/>
    <w:rsid w:val="00DD7970"/>
    <w:rsid w:val="00DE5547"/>
    <w:rsid w:val="00DE7FEA"/>
    <w:rsid w:val="00DF42E4"/>
    <w:rsid w:val="00DF4D09"/>
    <w:rsid w:val="00DF58FF"/>
    <w:rsid w:val="00DF6D7E"/>
    <w:rsid w:val="00DF774E"/>
    <w:rsid w:val="00E00B14"/>
    <w:rsid w:val="00E017D7"/>
    <w:rsid w:val="00E06F0A"/>
    <w:rsid w:val="00E07B07"/>
    <w:rsid w:val="00E148C7"/>
    <w:rsid w:val="00E2074C"/>
    <w:rsid w:val="00E20C0A"/>
    <w:rsid w:val="00E229CA"/>
    <w:rsid w:val="00E25637"/>
    <w:rsid w:val="00E341B3"/>
    <w:rsid w:val="00E40B3D"/>
    <w:rsid w:val="00E45D7B"/>
    <w:rsid w:val="00E45EB5"/>
    <w:rsid w:val="00E465E4"/>
    <w:rsid w:val="00E510A9"/>
    <w:rsid w:val="00E60BC8"/>
    <w:rsid w:val="00E625B5"/>
    <w:rsid w:val="00E63111"/>
    <w:rsid w:val="00E65400"/>
    <w:rsid w:val="00E7320F"/>
    <w:rsid w:val="00E73535"/>
    <w:rsid w:val="00E83AC8"/>
    <w:rsid w:val="00E878F8"/>
    <w:rsid w:val="00E94BA9"/>
    <w:rsid w:val="00E97D09"/>
    <w:rsid w:val="00EA5833"/>
    <w:rsid w:val="00EB2ADF"/>
    <w:rsid w:val="00EB477E"/>
    <w:rsid w:val="00EC4597"/>
    <w:rsid w:val="00EC6B99"/>
    <w:rsid w:val="00ED4F73"/>
    <w:rsid w:val="00EF27E9"/>
    <w:rsid w:val="00EF357A"/>
    <w:rsid w:val="00EF3C07"/>
    <w:rsid w:val="00EF6A7E"/>
    <w:rsid w:val="00F07691"/>
    <w:rsid w:val="00F247A7"/>
    <w:rsid w:val="00F37196"/>
    <w:rsid w:val="00F4359F"/>
    <w:rsid w:val="00F47ECC"/>
    <w:rsid w:val="00F47ED8"/>
    <w:rsid w:val="00F53208"/>
    <w:rsid w:val="00F61E6E"/>
    <w:rsid w:val="00F67984"/>
    <w:rsid w:val="00F72CDA"/>
    <w:rsid w:val="00F811F2"/>
    <w:rsid w:val="00F826E5"/>
    <w:rsid w:val="00F9078A"/>
    <w:rsid w:val="00F91E3A"/>
    <w:rsid w:val="00F942EE"/>
    <w:rsid w:val="00F95C38"/>
    <w:rsid w:val="00F966A2"/>
    <w:rsid w:val="00FB0028"/>
    <w:rsid w:val="00FB20B4"/>
    <w:rsid w:val="00FC3C9F"/>
    <w:rsid w:val="00FC40C4"/>
    <w:rsid w:val="00FD4606"/>
    <w:rsid w:val="00FD6617"/>
    <w:rsid w:val="00FE349A"/>
    <w:rsid w:val="00FE4F4E"/>
    <w:rsid w:val="00FF0932"/>
    <w:rsid w:val="00FF0FCD"/>
    <w:rsid w:val="00FF1294"/>
    <w:rsid w:val="00FF2231"/>
    <w:rsid w:val="00FF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E6E"/>
    <w:pPr>
      <w:spacing w:after="200" w:line="276" w:lineRule="auto"/>
    </w:pPr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F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D09"/>
  </w:style>
  <w:style w:type="paragraph" w:styleId="Footer">
    <w:name w:val="footer"/>
    <w:basedOn w:val="Normal"/>
    <w:link w:val="FooterChar"/>
    <w:uiPriority w:val="99"/>
    <w:rsid w:val="00DF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D09"/>
  </w:style>
  <w:style w:type="paragraph" w:styleId="BalloonText">
    <w:name w:val="Balloon Text"/>
    <w:basedOn w:val="Normal"/>
    <w:link w:val="BalloonTextChar"/>
    <w:uiPriority w:val="99"/>
    <w:semiHidden/>
    <w:rsid w:val="00DF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D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F4D09"/>
    <w:pPr>
      <w:ind w:left="720"/>
      <w:contextualSpacing/>
    </w:pPr>
  </w:style>
  <w:style w:type="table" w:styleId="TableGrid">
    <w:name w:val="Table Grid"/>
    <w:basedOn w:val="TableNormal"/>
    <w:uiPriority w:val="99"/>
    <w:rsid w:val="002A05BB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98</Words>
  <Characters>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andTechnologys’ effect onSociety and theEnvironment</dc:title>
  <dc:subject/>
  <dc:creator>Owner</dc:creator>
  <cp:keywords/>
  <dc:description/>
  <cp:lastModifiedBy>C363966</cp:lastModifiedBy>
  <cp:revision>2</cp:revision>
  <cp:lastPrinted>2014-02-18T19:56:00Z</cp:lastPrinted>
  <dcterms:created xsi:type="dcterms:W3CDTF">2014-02-18T19:57:00Z</dcterms:created>
  <dcterms:modified xsi:type="dcterms:W3CDTF">2014-02-18T19:57:00Z</dcterms:modified>
</cp:coreProperties>
</file>